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656887"/>
      <w:bookmarkEnd w:id="0"/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1" w:name="_Hlk37147706"/>
      <w:r>
        <w:rPr>
          <w:lang w:val="fr-BE"/>
        </w:rPr>
        <w:t>Sifonisch werkend urinoir met verdoken toevoer langs achter.  Strak model met rechthoekige vorm tegen de muur.  Het daaruit vloeiende driehoekige opvan</w:t>
      </w:r>
      <w:r w:rsidR="00483445">
        <w:rPr>
          <w:lang w:val="fr-BE"/>
        </w:rPr>
        <w:t>g</w:t>
      </w:r>
      <w:bookmarkStart w:id="2" w:name="_GoBack"/>
      <w:bookmarkEnd w:id="2"/>
      <w:r>
        <w:rPr>
          <w:lang w:val="fr-BE"/>
        </w:rPr>
        <w:t>bekken met vooruitstekend punt is eveneens gevormd met rechte zijvlakken.</w:t>
      </w:r>
    </w:p>
    <w:p w:rsidR="00F660E2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F660E2" w:rsidRPr="00C1077D" w:rsidRDefault="00F660E2" w:rsidP="00F660E2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0A166B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bookmarkEnd w:id="1"/>
    <w:p w:rsidR="008A5169" w:rsidRPr="00C206EA" w:rsidRDefault="009D27A2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660E2" w:rsidRDefault="00F660E2" w:rsidP="002F1A08"/>
    <w:p w:rsidR="00F660E2" w:rsidRDefault="00F660E2" w:rsidP="002F1A08"/>
    <w:p w:rsidR="00F660E2" w:rsidRDefault="00F660E2" w:rsidP="002F1A08"/>
    <w:p w:rsidR="00F660E2" w:rsidRDefault="00F660E2" w:rsidP="002F1A08"/>
    <w:p w:rsidR="00F660E2" w:rsidRPr="002F1A08" w:rsidRDefault="00F660E2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3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3"/>
    <w:p w:rsidR="00694F33" w:rsidRPr="00694F33" w:rsidRDefault="00694F33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F660E2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2D66C50" wp14:editId="1706044B">
            <wp:extent cx="2590800" cy="3600294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94591" cy="3605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445" w:rsidRDefault="0048344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445" w:rsidRDefault="0048344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445" w:rsidRDefault="0048344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toevoer achteraan,</w:t>
    </w:r>
  </w:p>
  <w:p w:rsidR="00F660E2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F660E2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keratect 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445" w:rsidRDefault="0048344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166B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3445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27A2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0E2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621FE9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22D9EF6-C882-47CA-B050-E63DA6C8C6F2}"/>
</file>

<file path=customXml/itemProps2.xml><?xml version="1.0" encoding="utf-8"?>
<ds:datastoreItem xmlns:ds="http://schemas.openxmlformats.org/officeDocument/2006/customXml" ds:itemID="{89F141C7-0C47-491B-98E6-ADD2C757C3D9}"/>
</file>

<file path=customXml/itemProps3.xml><?xml version="1.0" encoding="utf-8"?>
<ds:datastoreItem xmlns:ds="http://schemas.openxmlformats.org/officeDocument/2006/customXml" ds:itemID="{69F3EA35-DF43-4480-9E7C-E34C4B426613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</TotalTime>
  <Pages>2</Pages>
  <Words>239</Words>
  <Characters>1467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11</cp:revision>
  <cp:lastPrinted>2011-12-15T11:14:00Z</cp:lastPrinted>
  <dcterms:created xsi:type="dcterms:W3CDTF">2020-04-08T13:29:00Z</dcterms:created>
  <dcterms:modified xsi:type="dcterms:W3CDTF">2020-05-07T12:25:00Z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